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BE3639" w:rsidRDefault="00BE3639" w:rsidP="00BE3639">
      <w:pPr>
        <w:spacing w:after="120"/>
        <w:ind w:left="6" w:hanging="6"/>
        <w:jc w:val="center"/>
        <w:rPr>
          <w:rFonts w:eastAsia="Calibri"/>
          <w:b/>
          <w:sz w:val="28"/>
          <w:szCs w:val="28"/>
        </w:rPr>
      </w:pPr>
      <w:r w:rsidRPr="00BE3639">
        <w:rPr>
          <w:rFonts w:eastAsia="Calibri"/>
          <w:b/>
          <w:sz w:val="28"/>
          <w:szCs w:val="28"/>
        </w:rPr>
        <w:t>ODCZYNNIKÓW DO BADAŃ HEMATOLOGICZNYCH, KOAGULOLOGICZNYCH I RÓWNOWAGI KWASOWO-ZASADO</w:t>
      </w:r>
      <w:r w:rsidR="002B19D0">
        <w:rPr>
          <w:rFonts w:eastAsia="Calibri"/>
          <w:b/>
          <w:sz w:val="28"/>
          <w:szCs w:val="28"/>
        </w:rPr>
        <w:t>WEJ WRAZ Z DZIERŻAWĄ ANALIZATORÓW</w:t>
      </w:r>
      <w:r w:rsidR="003B30E1" w:rsidRPr="003B30E1">
        <w:rPr>
          <w:rFonts w:eastAsia="Calibri"/>
          <w:b/>
          <w:sz w:val="28"/>
          <w:szCs w:val="28"/>
        </w:rPr>
        <w:t>*</w:t>
      </w:r>
      <w:r w:rsidRPr="00BE3639">
        <w:rPr>
          <w:rFonts w:eastAsia="Calibri"/>
          <w:b/>
          <w:sz w:val="28"/>
          <w:szCs w:val="28"/>
        </w:rPr>
        <w:t xml:space="preserve">  - PODZIAŁ NA CZĘŚCI</w:t>
      </w:r>
    </w:p>
    <w:p w:rsidR="003B30E1" w:rsidRPr="003B30E1" w:rsidRDefault="003B30E1" w:rsidP="003B30E1">
      <w:pPr>
        <w:spacing w:after="120"/>
        <w:ind w:left="6" w:hanging="6"/>
        <w:rPr>
          <w:rFonts w:eastAsia="Calibri"/>
          <w:b/>
          <w:sz w:val="16"/>
          <w:szCs w:val="16"/>
        </w:rPr>
      </w:pPr>
      <w:r w:rsidRPr="003B30E1">
        <w:rPr>
          <w:rFonts w:eastAsia="Calibri"/>
          <w:b/>
          <w:sz w:val="16"/>
          <w:szCs w:val="16"/>
        </w:rPr>
        <w:t>* niepotrzebne skreślić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06094B" w:rsidRPr="0006094B">
        <w:rPr>
          <w:rFonts w:cs="Times New Roman"/>
          <w:b/>
          <w:szCs w:val="20"/>
        </w:rPr>
        <w:t xml:space="preserve">dostawa </w:t>
      </w:r>
      <w:r w:rsidR="00977455" w:rsidRPr="00977455">
        <w:rPr>
          <w:rFonts w:cs="Times New Roman"/>
          <w:b/>
          <w:szCs w:val="20"/>
        </w:rPr>
        <w:t xml:space="preserve">odczynników do badań hematologicznych, </w:t>
      </w:r>
      <w:proofErr w:type="spellStart"/>
      <w:r w:rsidR="00977455" w:rsidRPr="00977455">
        <w:rPr>
          <w:rFonts w:cs="Times New Roman"/>
          <w:b/>
          <w:szCs w:val="20"/>
        </w:rPr>
        <w:t>koagulologicznych</w:t>
      </w:r>
      <w:proofErr w:type="spellEnd"/>
      <w:r w:rsidR="00977455" w:rsidRPr="00977455">
        <w:rPr>
          <w:rFonts w:cs="Times New Roman"/>
          <w:b/>
          <w:szCs w:val="20"/>
        </w:rPr>
        <w:t xml:space="preserve"> i rów</w:t>
      </w:r>
      <w:r w:rsidR="00977455">
        <w:rPr>
          <w:rFonts w:cs="Times New Roman"/>
          <w:b/>
          <w:szCs w:val="20"/>
        </w:rPr>
        <w:t>nowagi kwasowo-zasadowej wraz z </w:t>
      </w:r>
      <w:r w:rsidR="00977455" w:rsidRPr="00977455">
        <w:rPr>
          <w:rFonts w:cs="Times New Roman"/>
          <w:b/>
          <w:szCs w:val="20"/>
        </w:rPr>
        <w:t>dzierżawą anali</w:t>
      </w:r>
      <w:r w:rsidR="00013DF3">
        <w:rPr>
          <w:rFonts w:cs="Times New Roman"/>
          <w:b/>
          <w:szCs w:val="20"/>
        </w:rPr>
        <w:t>zatorów</w:t>
      </w:r>
      <w:bookmarkStart w:id="0" w:name="_GoBack"/>
      <w:bookmarkEnd w:id="0"/>
      <w:r w:rsidR="00977455" w:rsidRPr="00977455">
        <w:rPr>
          <w:rFonts w:cs="Times New Roman"/>
          <w:b/>
          <w:szCs w:val="20"/>
        </w:rPr>
        <w:t xml:space="preserve">  - podział na części</w:t>
      </w:r>
      <w:r w:rsidR="0006094B" w:rsidRPr="0006094B">
        <w:rPr>
          <w:rFonts w:cs="Times New Roman"/>
          <w:b/>
          <w:szCs w:val="20"/>
        </w:rPr>
        <w:t>.</w:t>
      </w:r>
      <w:r w:rsidR="0020623A" w:rsidRPr="00BB1D4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DE0251" w:rsidRPr="00DE0251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lastRenderedPageBreak/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F3811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E0251" w:rsidRDefault="00DE0251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</w:t>
      </w:r>
      <w:r w:rsidR="00767F4F">
        <w:rPr>
          <w:rFonts w:eastAsia="CIDFont+F2"/>
          <w:sz w:val="22"/>
          <w:szCs w:val="22"/>
        </w:rPr>
        <w:t>terminie  ….......  dni  (max. 7</w:t>
      </w:r>
      <w:r w:rsidRPr="00043CAF">
        <w:rPr>
          <w:rFonts w:eastAsia="CIDFont+F2"/>
          <w:sz w:val="22"/>
          <w:szCs w:val="22"/>
        </w:rPr>
        <w:t xml:space="preserve">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9C24C1" w:rsidRDefault="005B0AE2" w:rsidP="009C24C1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709" w:hanging="283"/>
        <w:jc w:val="both"/>
        <w:rPr>
          <w:sz w:val="18"/>
          <w:szCs w:val="18"/>
        </w:rPr>
      </w:pPr>
      <w:r w:rsidRPr="00EC757E">
        <w:t>przedmiot z</w:t>
      </w:r>
      <w:r w:rsidR="00C82D97" w:rsidRPr="00EC757E">
        <w:t>amówienia wykonamy w terminie</w:t>
      </w:r>
      <w:r w:rsidR="00767F4F">
        <w:t xml:space="preserve"> </w:t>
      </w:r>
      <w:r w:rsidR="00781784">
        <w:t>do dnia 31.10.2023 r.</w:t>
      </w:r>
      <w:r w:rsidR="009C24C1" w:rsidRPr="0040028D">
        <w:rPr>
          <w:sz w:val="22"/>
          <w:szCs w:val="22"/>
        </w:rPr>
        <w:t>*</w:t>
      </w:r>
      <w:r w:rsidR="009C24C1" w:rsidRPr="009C24C1">
        <w:rPr>
          <w:sz w:val="18"/>
          <w:szCs w:val="18"/>
        </w:rPr>
        <w:t>(dotyczy częś</w:t>
      </w:r>
      <w:r w:rsidR="009C24C1">
        <w:rPr>
          <w:sz w:val="18"/>
          <w:szCs w:val="18"/>
        </w:rPr>
        <w:t>ci nr 1,</w:t>
      </w:r>
      <w:r w:rsidR="009C24C1" w:rsidRPr="009C24C1">
        <w:rPr>
          <w:sz w:val="18"/>
          <w:szCs w:val="18"/>
        </w:rPr>
        <w:t xml:space="preserve"> 2)</w:t>
      </w:r>
    </w:p>
    <w:p w:rsidR="00CF6472" w:rsidRPr="009C24C1" w:rsidRDefault="00CF6472" w:rsidP="009C24C1">
      <w:pPr>
        <w:pStyle w:val="Akapitzlist"/>
        <w:numPr>
          <w:ilvl w:val="0"/>
          <w:numId w:val="16"/>
        </w:numPr>
        <w:tabs>
          <w:tab w:val="clear" w:pos="360"/>
        </w:tabs>
        <w:ind w:left="709" w:hanging="283"/>
        <w:rPr>
          <w:sz w:val="18"/>
          <w:szCs w:val="18"/>
        </w:rPr>
      </w:pPr>
      <w:r w:rsidRPr="00CF6472">
        <w:t xml:space="preserve">przedmiot zamówienia wykonamy </w:t>
      </w:r>
      <w:r w:rsidR="009C24C1">
        <w:t>w terminie do dnia 31.10.2022</w:t>
      </w:r>
      <w:r w:rsidRPr="00CF6472">
        <w:t xml:space="preserve"> r.</w:t>
      </w:r>
      <w:r w:rsidR="009C24C1" w:rsidRPr="0040028D">
        <w:rPr>
          <w:sz w:val="22"/>
          <w:szCs w:val="22"/>
        </w:rPr>
        <w:t>*</w:t>
      </w:r>
      <w:r w:rsidR="009C24C1" w:rsidRPr="009C24C1">
        <w:rPr>
          <w:sz w:val="18"/>
          <w:szCs w:val="18"/>
        </w:rPr>
        <w:t>(dotyczy części nr 3)</w:t>
      </w:r>
    </w:p>
    <w:p w:rsidR="009C24C1" w:rsidRPr="0040028D" w:rsidRDefault="009C24C1" w:rsidP="009C24C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2E62A8" w:rsidRPr="00FE49B8" w:rsidRDefault="002E62A8" w:rsidP="009C24C1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463432">
      <w:pPr>
        <w:spacing w:line="276" w:lineRule="auto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718" w:rsidRDefault="006E5718">
      <w:r>
        <w:separator/>
      </w:r>
    </w:p>
  </w:endnote>
  <w:endnote w:type="continuationSeparator" w:id="0">
    <w:p w:rsidR="006E5718" w:rsidRDefault="006E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013DF3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718" w:rsidRDefault="006E5718">
      <w:r>
        <w:separator/>
      </w:r>
    </w:p>
  </w:footnote>
  <w:footnote w:type="continuationSeparator" w:id="0">
    <w:p w:rsidR="006E5718" w:rsidRDefault="006E5718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BE3639">
      <w:rPr>
        <w:rFonts w:ascii="Arial" w:hAnsi="Arial"/>
        <w:noProof/>
        <w:sz w:val="20"/>
        <w:szCs w:val="20"/>
      </w:rPr>
      <w:t>k sprawy: SP ZOZ NZZP II 2400/38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13DF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094B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C7CBB"/>
    <w:rsid w:val="001D668B"/>
    <w:rsid w:val="001D769B"/>
    <w:rsid w:val="001E20A3"/>
    <w:rsid w:val="001E6E76"/>
    <w:rsid w:val="001F4C1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19D0"/>
    <w:rsid w:val="002B55DB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C1E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30E1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63432"/>
    <w:rsid w:val="00471ED0"/>
    <w:rsid w:val="00482884"/>
    <w:rsid w:val="004840A1"/>
    <w:rsid w:val="0048536C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2BB"/>
    <w:rsid w:val="006C73E0"/>
    <w:rsid w:val="006E5718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F4F"/>
    <w:rsid w:val="00773775"/>
    <w:rsid w:val="00773A45"/>
    <w:rsid w:val="00774A0B"/>
    <w:rsid w:val="00775328"/>
    <w:rsid w:val="00781784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74DC8"/>
    <w:rsid w:val="0088034C"/>
    <w:rsid w:val="00881CFE"/>
    <w:rsid w:val="00887A29"/>
    <w:rsid w:val="00890942"/>
    <w:rsid w:val="00892EBC"/>
    <w:rsid w:val="00896C6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5FFF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77455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A7366"/>
    <w:rsid w:val="009B29A1"/>
    <w:rsid w:val="009B5A2D"/>
    <w:rsid w:val="009C24C1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57240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1D4A"/>
    <w:rsid w:val="00BB6C81"/>
    <w:rsid w:val="00BC5439"/>
    <w:rsid w:val="00BD3411"/>
    <w:rsid w:val="00BD4F69"/>
    <w:rsid w:val="00BD5A81"/>
    <w:rsid w:val="00BD7A4E"/>
    <w:rsid w:val="00BE3639"/>
    <w:rsid w:val="00BE739A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04D8"/>
    <w:rsid w:val="00CF6472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0251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4BF9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4C1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C38FD-2E41-4720-B022-AC1BF2C2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101</TotalTime>
  <Pages>3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187</cp:revision>
  <cp:lastPrinted>2019-03-06T11:54:00Z</cp:lastPrinted>
  <dcterms:created xsi:type="dcterms:W3CDTF">2018-03-08T08:22:00Z</dcterms:created>
  <dcterms:modified xsi:type="dcterms:W3CDTF">2020-09-17T06:04:00Z</dcterms:modified>
  <cp:category/>
</cp:coreProperties>
</file>